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5DF6E592" w:rsidR="00071526" w:rsidRPr="00071526" w:rsidRDefault="00071526" w:rsidP="00071526"/>
    <w:p w14:paraId="415A3E38" w14:textId="7777777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77777777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D6B03" wp14:editId="4CBF0B2F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55D8B04B" w:rsidR="00071526" w:rsidRPr="004B4EC8" w:rsidRDefault="00A8599D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A ajuda dos computadores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55D8B04B" w:rsidR="00071526" w:rsidRPr="004B4EC8" w:rsidRDefault="00A8599D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A ajuda dos computadores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CF3A6" wp14:editId="351DCFAB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30" style="position:absolute;left:0;text-align:left;margin-left:-38.8pt;margin-top:8.1pt;width:72.6pt;height:28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7825A1D1" w14:textId="73CFA1CB" w:rsidR="00D450A3" w:rsidRDefault="00901861" w:rsidP="00D223E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472EB">
        <w:rPr>
          <w:rFonts w:ascii="Arial" w:hAnsi="Arial" w:cs="Arial"/>
        </w:rPr>
        <w:t>.</w:t>
      </w:r>
      <w:r w:rsidR="0084498A">
        <w:rPr>
          <w:rFonts w:ascii="Arial" w:hAnsi="Arial" w:cs="Arial"/>
        </w:rPr>
        <w:t xml:space="preserve"> </w:t>
      </w:r>
      <w:r w:rsidR="00806399">
        <w:rPr>
          <w:rFonts w:ascii="Arial" w:hAnsi="Arial" w:cs="Arial"/>
        </w:rPr>
        <w:t>Observa</w:t>
      </w:r>
      <w:r w:rsidR="00806399" w:rsidRPr="00806399">
        <w:rPr>
          <w:rFonts w:ascii="Arial" w:hAnsi="Arial" w:cs="Arial"/>
        </w:rPr>
        <w:t xml:space="preserve"> as </w:t>
      </w:r>
      <w:r w:rsidR="00806399">
        <w:rPr>
          <w:rFonts w:ascii="Arial" w:hAnsi="Arial" w:cs="Arial"/>
        </w:rPr>
        <w:t>formas</w:t>
      </w:r>
      <w:r w:rsidR="00806399" w:rsidRPr="00806399">
        <w:rPr>
          <w:rFonts w:ascii="Arial" w:hAnsi="Arial" w:cs="Arial"/>
        </w:rPr>
        <w:t xml:space="preserve"> </w:t>
      </w:r>
      <w:r w:rsidR="00806399">
        <w:rPr>
          <w:rFonts w:ascii="Arial" w:hAnsi="Arial" w:cs="Arial"/>
        </w:rPr>
        <w:t xml:space="preserve">de </w:t>
      </w:r>
      <w:r w:rsidR="00806399" w:rsidRPr="00806399">
        <w:rPr>
          <w:rFonts w:ascii="Arial" w:hAnsi="Arial" w:cs="Arial"/>
        </w:rPr>
        <w:t xml:space="preserve">como os computadores </w:t>
      </w:r>
      <w:r w:rsidR="00806399">
        <w:rPr>
          <w:rFonts w:ascii="Arial" w:hAnsi="Arial" w:cs="Arial"/>
        </w:rPr>
        <w:t xml:space="preserve">podem ajudar-nos na </w:t>
      </w:r>
      <w:r w:rsidR="00806399" w:rsidRPr="00806399">
        <w:rPr>
          <w:rFonts w:ascii="Arial" w:hAnsi="Arial" w:cs="Arial"/>
        </w:rPr>
        <w:t>nossa vida</w:t>
      </w:r>
      <w:r w:rsidR="00806399">
        <w:rPr>
          <w:rFonts w:ascii="Arial" w:hAnsi="Arial" w:cs="Arial"/>
        </w:rPr>
        <w:t xml:space="preserve">. </w:t>
      </w:r>
      <w:r w:rsidR="00806399" w:rsidRPr="00806399">
        <w:rPr>
          <w:rFonts w:ascii="Arial" w:hAnsi="Arial" w:cs="Arial"/>
        </w:rPr>
        <w:t>Imagin</w:t>
      </w:r>
      <w:r w:rsidR="00806399">
        <w:rPr>
          <w:rFonts w:ascii="Arial" w:hAnsi="Arial" w:cs="Arial"/>
        </w:rPr>
        <w:t>as</w:t>
      </w:r>
      <w:r w:rsidR="00806399" w:rsidRPr="00806399">
        <w:rPr>
          <w:rFonts w:ascii="Arial" w:hAnsi="Arial" w:cs="Arial"/>
        </w:rPr>
        <w:t xml:space="preserve"> o que poderíamos fazer sem computadores? Como faria</w:t>
      </w:r>
      <w:r w:rsidR="00806399">
        <w:rPr>
          <w:rFonts w:ascii="Arial" w:hAnsi="Arial" w:cs="Arial"/>
        </w:rPr>
        <w:t>s</w:t>
      </w:r>
      <w:r w:rsidR="00806399" w:rsidRPr="00806399">
        <w:rPr>
          <w:rFonts w:ascii="Arial" w:hAnsi="Arial" w:cs="Arial"/>
        </w:rPr>
        <w:t xml:space="preserve"> essas tarefas sem um computador?</w:t>
      </w:r>
    </w:p>
    <w:p w14:paraId="048454D9" w14:textId="63B7C8BE" w:rsidR="00D223E7" w:rsidRDefault="00D223E7" w:rsidP="00D223E7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W w:w="10349" w:type="dxa"/>
        <w:tblInd w:w="-856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5360"/>
      </w:tblGrid>
      <w:tr w:rsidR="00A33703" w14:paraId="6B03DD17" w14:textId="77777777" w:rsidTr="00A33703">
        <w:trPr>
          <w:trHeight w:val="876"/>
        </w:trPr>
        <w:tc>
          <w:tcPr>
            <w:tcW w:w="4989" w:type="dxa"/>
            <w:tcBorders>
              <w:top w:val="nil"/>
              <w:left w:val="nil"/>
            </w:tcBorders>
            <w:vAlign w:val="center"/>
          </w:tcPr>
          <w:p w14:paraId="6080D5BE" w14:textId="77777777" w:rsidR="00A33703" w:rsidRDefault="00A33703" w:rsidP="00FD161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0" w:type="dxa"/>
            <w:vAlign w:val="center"/>
          </w:tcPr>
          <w:p w14:paraId="4994C2D9" w14:textId="280C3925" w:rsidR="00A33703" w:rsidRDefault="00A33703" w:rsidP="00A33703">
            <w:pPr>
              <w:rPr>
                <w:rFonts w:ascii="Arial" w:hAnsi="Arial" w:cs="Arial"/>
              </w:rPr>
            </w:pPr>
            <w:r w:rsidRPr="00A33703">
              <w:rPr>
                <w:rFonts w:ascii="Arial" w:hAnsi="Arial" w:cs="Arial"/>
                <w:sz w:val="28"/>
                <w:szCs w:val="28"/>
              </w:rPr>
              <w:t>Como farias sem a utilização de um computador?</w:t>
            </w:r>
          </w:p>
        </w:tc>
      </w:tr>
      <w:tr w:rsidR="00D223E7" w14:paraId="4A44359A" w14:textId="77777777" w:rsidTr="00A33703">
        <w:trPr>
          <w:trHeight w:val="2720"/>
        </w:trPr>
        <w:tc>
          <w:tcPr>
            <w:tcW w:w="4989" w:type="dxa"/>
          </w:tcPr>
          <w:p w14:paraId="5BC47B72" w14:textId="77F91A34" w:rsidR="00D223E7" w:rsidRPr="0018247E" w:rsidRDefault="00806399" w:rsidP="00B8482C">
            <w:pPr>
              <w:spacing w:before="120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5344" behindDoc="0" locked="0" layoutInCell="1" allowOverlap="1" wp14:anchorId="2B328EA4" wp14:editId="6AD1449D">
                  <wp:simplePos x="0" y="0"/>
                  <wp:positionH relativeFrom="column">
                    <wp:posOffset>617104</wp:posOffset>
                  </wp:positionH>
                  <wp:positionV relativeFrom="paragraph">
                    <wp:posOffset>652145</wp:posOffset>
                  </wp:positionV>
                  <wp:extent cx="1816735" cy="605155"/>
                  <wp:effectExtent l="0" t="0" r="0" b="4445"/>
                  <wp:wrapNone/>
                  <wp:docPr id="14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605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3A3" w:rsidRPr="00FD161B">
              <w:rPr>
                <w:rFonts w:ascii="Arial" w:hAnsi="Arial" w:cs="Arial"/>
                <w:sz w:val="28"/>
                <w:szCs w:val="28"/>
              </w:rPr>
              <w:t xml:space="preserve">A) </w:t>
            </w:r>
            <w:r w:rsidR="0018247E" w:rsidRPr="00FD161B">
              <w:rPr>
                <w:rFonts w:ascii="Arial" w:hAnsi="Arial" w:cs="Arial"/>
                <w:sz w:val="28"/>
                <w:szCs w:val="28"/>
              </w:rPr>
              <w:t>Pesquisa</w:t>
            </w:r>
            <w:r w:rsidR="00A33703">
              <w:rPr>
                <w:rFonts w:ascii="Arial" w:hAnsi="Arial" w:cs="Arial"/>
                <w:sz w:val="28"/>
                <w:szCs w:val="28"/>
              </w:rPr>
              <w:t>r</w:t>
            </w:r>
            <w:r w:rsidR="0018247E" w:rsidRPr="00FD161B">
              <w:rPr>
                <w:rFonts w:ascii="Arial" w:hAnsi="Arial" w:cs="Arial"/>
                <w:sz w:val="28"/>
                <w:szCs w:val="28"/>
              </w:rPr>
              <w:t xml:space="preserve"> na Internet</w:t>
            </w:r>
          </w:p>
        </w:tc>
        <w:tc>
          <w:tcPr>
            <w:tcW w:w="5360" w:type="dxa"/>
          </w:tcPr>
          <w:p w14:paraId="1BC0B09D" w14:textId="5F702A5A" w:rsidR="00D223E7" w:rsidRDefault="00D223E7" w:rsidP="00D223E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223E7" w14:paraId="733B9D11" w14:textId="77777777" w:rsidTr="00A33703">
        <w:trPr>
          <w:trHeight w:val="2720"/>
        </w:trPr>
        <w:tc>
          <w:tcPr>
            <w:tcW w:w="4989" w:type="dxa"/>
          </w:tcPr>
          <w:p w14:paraId="5DF23B42" w14:textId="1EBA1861" w:rsidR="00D223E7" w:rsidRPr="00FD161B" w:rsidRDefault="00A33703" w:rsidP="00B8482C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72BB2B76" wp14:editId="1D797426">
                  <wp:simplePos x="0" y="0"/>
                  <wp:positionH relativeFrom="column">
                    <wp:posOffset>1675396</wp:posOffset>
                  </wp:positionH>
                  <wp:positionV relativeFrom="paragraph">
                    <wp:posOffset>552047</wp:posOffset>
                  </wp:positionV>
                  <wp:extent cx="1099185" cy="888365"/>
                  <wp:effectExtent l="0" t="0" r="31115" b="0"/>
                  <wp:wrapNone/>
                  <wp:docPr id="16" name="Image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25511">
                            <a:off x="0" y="0"/>
                            <a:ext cx="109918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161B">
              <w:rPr>
                <w:rFonts w:ascii="Times New Roman" w:eastAsia="Times New Roman" w:hAnsi="Times New Roman" w:cs="Times New Roman"/>
                <w:noProof/>
                <w:lang w:eastAsia="pt-PT"/>
              </w:rPr>
              <w:drawing>
                <wp:anchor distT="0" distB="0" distL="114300" distR="114300" simplePos="0" relativeHeight="251708416" behindDoc="0" locked="0" layoutInCell="1" allowOverlap="1" wp14:anchorId="73C105B0" wp14:editId="03AE3C6E">
                  <wp:simplePos x="0" y="0"/>
                  <wp:positionH relativeFrom="column">
                    <wp:posOffset>252558</wp:posOffset>
                  </wp:positionH>
                  <wp:positionV relativeFrom="paragraph">
                    <wp:posOffset>686700</wp:posOffset>
                  </wp:positionV>
                  <wp:extent cx="1082040" cy="552450"/>
                  <wp:effectExtent l="0" t="279400" r="60960" b="285750"/>
                  <wp:wrapNone/>
                  <wp:docPr id="18" name="Imagem 18" descr="Game console flat icon Royalty Free Vector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ame console flat icon Royalty Free Vector Imag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54" b="22311"/>
                          <a:stretch/>
                        </pic:blipFill>
                        <pic:spPr bwMode="auto">
                          <a:xfrm rot="19256954">
                            <a:off x="0" y="0"/>
                            <a:ext cx="108204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6399">
              <w:rPr>
                <w:rFonts w:ascii="Arial" w:hAnsi="Arial" w:cs="Arial"/>
                <w:sz w:val="28"/>
                <w:szCs w:val="28"/>
              </w:rPr>
              <w:t>B</w:t>
            </w:r>
            <w:r w:rsidR="00DF23A3" w:rsidRPr="00FD161B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18247E" w:rsidRPr="00FD161B">
              <w:rPr>
                <w:rFonts w:ascii="Arial" w:hAnsi="Arial" w:cs="Arial"/>
                <w:sz w:val="28"/>
                <w:szCs w:val="28"/>
              </w:rPr>
              <w:t>Jogar jogos e ver vídeos</w:t>
            </w:r>
          </w:p>
        </w:tc>
        <w:tc>
          <w:tcPr>
            <w:tcW w:w="5360" w:type="dxa"/>
          </w:tcPr>
          <w:p w14:paraId="5308BA8E" w14:textId="521D2CBE" w:rsidR="00DF23A3" w:rsidRDefault="00DF23A3" w:rsidP="00DF23A3">
            <w:r>
              <w:fldChar w:fldCharType="begin"/>
            </w:r>
            <w:r>
              <w:instrText xml:space="preserve"> INCLUDEPICTURE "https://cdn-icons-png.flaticon.com/512/552/552486.png" \* MERGEFORMATINET </w:instrText>
            </w:r>
            <w:r w:rsidR="00936820">
              <w:fldChar w:fldCharType="separate"/>
            </w:r>
            <w:r>
              <w:fldChar w:fldCharType="end"/>
            </w:r>
          </w:p>
          <w:p w14:paraId="30D840D3" w14:textId="15AA668C" w:rsidR="00D223E7" w:rsidRDefault="00D223E7" w:rsidP="00D223E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223E7" w14:paraId="7F399BD8" w14:textId="77777777" w:rsidTr="00A33703">
        <w:trPr>
          <w:trHeight w:val="2873"/>
        </w:trPr>
        <w:tc>
          <w:tcPr>
            <w:tcW w:w="4989" w:type="dxa"/>
          </w:tcPr>
          <w:p w14:paraId="51057AC7" w14:textId="203F1C40" w:rsidR="00D223E7" w:rsidRPr="00FD161B" w:rsidRDefault="00806399" w:rsidP="00B8482C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04E9DCE" wp14:editId="7D913BAF">
                  <wp:simplePos x="0" y="0"/>
                  <wp:positionH relativeFrom="column">
                    <wp:posOffset>995969</wp:posOffset>
                  </wp:positionH>
                  <wp:positionV relativeFrom="paragraph">
                    <wp:posOffset>591936</wp:posOffset>
                  </wp:positionV>
                  <wp:extent cx="1022465" cy="1022465"/>
                  <wp:effectExtent l="0" t="0" r="6350" b="6350"/>
                  <wp:wrapNone/>
                  <wp:docPr id="15" name="Imagem 15" descr="O email - ícones de multimídia grát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 email - ícones de multimídia grát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465" cy="1022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8"/>
                <w:szCs w:val="28"/>
              </w:rPr>
              <w:t>C</w:t>
            </w:r>
            <w:r w:rsidR="00DF23A3" w:rsidRPr="00FD161B">
              <w:rPr>
                <w:rFonts w:ascii="Arial" w:hAnsi="Arial" w:cs="Arial"/>
                <w:sz w:val="28"/>
                <w:szCs w:val="28"/>
              </w:rPr>
              <w:t xml:space="preserve">) </w:t>
            </w:r>
            <w:r w:rsidR="0018247E" w:rsidRPr="00FD161B">
              <w:rPr>
                <w:rFonts w:ascii="Arial" w:hAnsi="Arial" w:cs="Arial"/>
                <w:sz w:val="28"/>
                <w:szCs w:val="28"/>
              </w:rPr>
              <w:t>Enviar mensagens para os amigos e para a família</w:t>
            </w:r>
          </w:p>
        </w:tc>
        <w:tc>
          <w:tcPr>
            <w:tcW w:w="5360" w:type="dxa"/>
          </w:tcPr>
          <w:p w14:paraId="117F545E" w14:textId="768357DB" w:rsidR="00DF23A3" w:rsidRDefault="00DF23A3" w:rsidP="00DF23A3">
            <w:r>
              <w:fldChar w:fldCharType="begin"/>
            </w:r>
            <w:r>
              <w:instrText xml:space="preserve"> INCLUDEPICTURE "https://upload.wikimedia.org/wikipedia/commons/thumb/f/fb/YouTube_Kids_LogoVector.svg/1267px-YouTube_Kids_LogoVector.svg.png" \* MERGEFORMATINET </w:instrText>
            </w:r>
            <w:r w:rsidR="00936820">
              <w:fldChar w:fldCharType="separate"/>
            </w:r>
            <w:r>
              <w:fldChar w:fldCharType="end"/>
            </w:r>
          </w:p>
          <w:p w14:paraId="5A4409D2" w14:textId="3AD1956A" w:rsidR="00D223E7" w:rsidRDefault="00FD161B" w:rsidP="00D223E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D161B">
              <w:rPr>
                <w:rFonts w:ascii="Times New Roman" w:eastAsia="Times New Roman" w:hAnsi="Times New Roman" w:cs="Times New Roman"/>
                <w:lang w:eastAsia="pt-PT"/>
              </w:rPr>
              <w:fldChar w:fldCharType="begin"/>
            </w:r>
            <w:r w:rsidRPr="00FD161B">
              <w:rPr>
                <w:rFonts w:ascii="Times New Roman" w:eastAsia="Times New Roman" w:hAnsi="Times New Roman" w:cs="Times New Roman"/>
                <w:lang w:eastAsia="pt-PT"/>
              </w:rPr>
              <w:instrText xml:space="preserve"> INCLUDEPICTURE "https://cdn1.vectorstock.com/i/1000x1000/87/85/game-console-flat-icon-vector-9418785.jpg" \* MERGEFORMATINET </w:instrText>
            </w:r>
            <w:r w:rsidR="00936820">
              <w:rPr>
                <w:rFonts w:ascii="Times New Roman" w:eastAsia="Times New Roman" w:hAnsi="Times New Roman" w:cs="Times New Roman"/>
                <w:lang w:eastAsia="pt-PT"/>
              </w:rPr>
              <w:fldChar w:fldCharType="separate"/>
            </w:r>
            <w:r w:rsidRPr="00FD161B">
              <w:rPr>
                <w:rFonts w:ascii="Times New Roman" w:eastAsia="Times New Roman" w:hAnsi="Times New Roman" w:cs="Times New Roman"/>
                <w:lang w:eastAsia="pt-PT"/>
              </w:rPr>
              <w:fldChar w:fldCharType="end"/>
            </w:r>
          </w:p>
        </w:tc>
      </w:tr>
    </w:tbl>
    <w:p w14:paraId="5917B734" w14:textId="7DCC85E3" w:rsidR="009058B4" w:rsidRPr="00EE47B9" w:rsidRDefault="00771955" w:rsidP="00FD16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EC524C" wp14:editId="52465AAF">
                <wp:simplePos x="0" y="0"/>
                <wp:positionH relativeFrom="column">
                  <wp:posOffset>2134464</wp:posOffset>
                </wp:positionH>
                <wp:positionV relativeFrom="paragraph">
                  <wp:posOffset>2417512</wp:posOffset>
                </wp:positionV>
                <wp:extent cx="2469728" cy="176065"/>
                <wp:effectExtent l="0" t="0" r="0" b="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728" cy="17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B11BD" w14:textId="77777777" w:rsidR="00771955" w:rsidRPr="00771955" w:rsidRDefault="00771955" w:rsidP="007719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7719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  <w:t>https://innovationorigins.com/study-74-percent-of-germans-would-use-an-autonomous-car/</w:t>
                            </w:r>
                          </w:p>
                          <w:p w14:paraId="38916981" w14:textId="554BA238" w:rsidR="00771955" w:rsidRDefault="00771955" w:rsidP="007719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C524C" id="Retângulo 6" o:spid="_x0000_s1035" style="position:absolute;left:0;text-align:left;margin-left:168.05pt;margin-top:190.35pt;width:194.45pt;height:1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" filled="f" stroked="f" strokeweight="1pt">
                <v:textbox>
                  <w:txbxContent>
                    <w:p w14:paraId="519B11BD" w14:textId="77777777" w:rsidR="00771955" w:rsidRPr="00771955" w:rsidRDefault="00771955" w:rsidP="0077195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</w:pPr>
                      <w:r w:rsidRPr="007719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  <w:t>https://innovationorigins.com/study-74-percent-of-germans-would-use-an-autonomous-car/</w:t>
                      </w:r>
                    </w:p>
                    <w:p w14:paraId="38916981" w14:textId="554BA238" w:rsidR="00771955" w:rsidRDefault="00771955" w:rsidP="007719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9058B4" w:rsidRPr="00EE47B9" w:rsidSect="002A7740">
      <w:footerReference w:type="default" r:id="rId11"/>
      <w:footerReference w:type="first" r:id="rId12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DB628" w14:textId="77777777" w:rsidR="00936820" w:rsidRDefault="00936820" w:rsidP="00071526">
      <w:r>
        <w:separator/>
      </w:r>
    </w:p>
  </w:endnote>
  <w:endnote w:type="continuationSeparator" w:id="0">
    <w:p w14:paraId="626F0674" w14:textId="77777777" w:rsidR="00936820" w:rsidRDefault="00936820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5ADD8E18" w:rsidR="00CD1AAC" w:rsidRDefault="00D450A3" w:rsidP="00CD1AAC">
    <w:pPr>
      <w:pStyle w:val="Rodap"/>
      <w:pBdr>
        <w:top w:val="single" w:sz="48" w:space="1" w:color="1F628E"/>
      </w:pBdr>
    </w:pPr>
    <w:r>
      <w:t>Mas q</w:t>
    </w:r>
    <w:r w:rsidR="00D20846">
      <w:t>ue voz é esta?</w:t>
    </w:r>
  </w:p>
  <w:p w14:paraId="4E8AAC98" w14:textId="72CC3027" w:rsidR="00CD1AAC" w:rsidRDefault="00D20846">
    <w:pPr>
      <w:pStyle w:val="Rodap"/>
    </w:pPr>
    <w:r>
      <w:t>4</w:t>
    </w:r>
    <w:r w:rsidR="00CD1AAC">
      <w:t>.º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1E60" w14:textId="61DB35AC" w:rsidR="00A92489" w:rsidRDefault="00A33703" w:rsidP="00A92489">
    <w:pPr>
      <w:pStyle w:val="Rodap"/>
      <w:pBdr>
        <w:top w:val="single" w:sz="48" w:space="1" w:color="1F628E"/>
      </w:pBdr>
    </w:pPr>
    <w:r>
      <w:t>A ajuda dos computadores</w:t>
    </w:r>
  </w:p>
  <w:p w14:paraId="11021F63" w14:textId="429CAD51" w:rsidR="00A92489" w:rsidRDefault="00A92489">
    <w:pPr>
      <w:pStyle w:val="Rodap"/>
    </w:pPr>
    <w:r>
      <w:t>1º</w:t>
    </w:r>
    <w:r w:rsidR="00B75BAA">
      <w:t xml:space="preserve"> </w:t>
    </w:r>
    <w:r>
      <w:t>/</w:t>
    </w:r>
    <w:r w:rsidR="00B75BAA">
      <w:t xml:space="preserve"> </w:t>
    </w:r>
    <w:r>
      <w:t>2.º Ano | Ciências da Computação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3FF8B" w14:textId="77777777" w:rsidR="00936820" w:rsidRDefault="00936820" w:rsidP="00071526">
      <w:r>
        <w:separator/>
      </w:r>
    </w:p>
  </w:footnote>
  <w:footnote w:type="continuationSeparator" w:id="0">
    <w:p w14:paraId="2459D53E" w14:textId="77777777" w:rsidR="00936820" w:rsidRDefault="00936820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64AC"/>
    <w:rsid w:val="000547B4"/>
    <w:rsid w:val="00055A6A"/>
    <w:rsid w:val="00071526"/>
    <w:rsid w:val="000725A5"/>
    <w:rsid w:val="000F1D10"/>
    <w:rsid w:val="0018247E"/>
    <w:rsid w:val="00185955"/>
    <w:rsid w:val="00186E9D"/>
    <w:rsid w:val="001C3DD4"/>
    <w:rsid w:val="001C663F"/>
    <w:rsid w:val="001F4D9B"/>
    <w:rsid w:val="001F5205"/>
    <w:rsid w:val="00237EFF"/>
    <w:rsid w:val="002578E6"/>
    <w:rsid w:val="00274B41"/>
    <w:rsid w:val="0029238C"/>
    <w:rsid w:val="002A7740"/>
    <w:rsid w:val="002B6229"/>
    <w:rsid w:val="00314B31"/>
    <w:rsid w:val="003377C3"/>
    <w:rsid w:val="00340B78"/>
    <w:rsid w:val="00356E37"/>
    <w:rsid w:val="00384D0A"/>
    <w:rsid w:val="00417D80"/>
    <w:rsid w:val="00423A0A"/>
    <w:rsid w:val="0044558A"/>
    <w:rsid w:val="004A1C06"/>
    <w:rsid w:val="004D0F77"/>
    <w:rsid w:val="004D671D"/>
    <w:rsid w:val="00503E78"/>
    <w:rsid w:val="00567F3D"/>
    <w:rsid w:val="005D0521"/>
    <w:rsid w:val="005F0D35"/>
    <w:rsid w:val="00646F3F"/>
    <w:rsid w:val="006D77FC"/>
    <w:rsid w:val="00723B6A"/>
    <w:rsid w:val="007348B5"/>
    <w:rsid w:val="00763354"/>
    <w:rsid w:val="00771955"/>
    <w:rsid w:val="00781BD4"/>
    <w:rsid w:val="00791C3A"/>
    <w:rsid w:val="00797BAB"/>
    <w:rsid w:val="007B22D8"/>
    <w:rsid w:val="007D406E"/>
    <w:rsid w:val="007D42EF"/>
    <w:rsid w:val="00806399"/>
    <w:rsid w:val="00806FCA"/>
    <w:rsid w:val="00830C52"/>
    <w:rsid w:val="0084498A"/>
    <w:rsid w:val="008472EB"/>
    <w:rsid w:val="00874014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4637"/>
    <w:rsid w:val="00924B8A"/>
    <w:rsid w:val="00936820"/>
    <w:rsid w:val="0099116D"/>
    <w:rsid w:val="009A025D"/>
    <w:rsid w:val="009B28C9"/>
    <w:rsid w:val="009C019E"/>
    <w:rsid w:val="009C0401"/>
    <w:rsid w:val="009D48BC"/>
    <w:rsid w:val="00A2275F"/>
    <w:rsid w:val="00A32F0C"/>
    <w:rsid w:val="00A33703"/>
    <w:rsid w:val="00A55530"/>
    <w:rsid w:val="00A8599D"/>
    <w:rsid w:val="00A92489"/>
    <w:rsid w:val="00AA240D"/>
    <w:rsid w:val="00AC5F64"/>
    <w:rsid w:val="00AF31BB"/>
    <w:rsid w:val="00B039B2"/>
    <w:rsid w:val="00B2354A"/>
    <w:rsid w:val="00B33A25"/>
    <w:rsid w:val="00B350C3"/>
    <w:rsid w:val="00B37FCC"/>
    <w:rsid w:val="00B56232"/>
    <w:rsid w:val="00B6693A"/>
    <w:rsid w:val="00B75BAA"/>
    <w:rsid w:val="00B8482C"/>
    <w:rsid w:val="00BD2E91"/>
    <w:rsid w:val="00BF7D64"/>
    <w:rsid w:val="00C26A2F"/>
    <w:rsid w:val="00C333D9"/>
    <w:rsid w:val="00C56DD9"/>
    <w:rsid w:val="00C758AD"/>
    <w:rsid w:val="00C87634"/>
    <w:rsid w:val="00CD1AAC"/>
    <w:rsid w:val="00D1191A"/>
    <w:rsid w:val="00D20846"/>
    <w:rsid w:val="00D223E7"/>
    <w:rsid w:val="00D450A3"/>
    <w:rsid w:val="00D60BE4"/>
    <w:rsid w:val="00D86C4C"/>
    <w:rsid w:val="00DA3E49"/>
    <w:rsid w:val="00DB5100"/>
    <w:rsid w:val="00DD0877"/>
    <w:rsid w:val="00DD38CE"/>
    <w:rsid w:val="00DF23A3"/>
    <w:rsid w:val="00DF7EE7"/>
    <w:rsid w:val="00E003D6"/>
    <w:rsid w:val="00E548DF"/>
    <w:rsid w:val="00EE04A7"/>
    <w:rsid w:val="00EE47B9"/>
    <w:rsid w:val="00F079D9"/>
    <w:rsid w:val="00F2216F"/>
    <w:rsid w:val="00F365E0"/>
    <w:rsid w:val="00F7419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12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6</cp:revision>
  <dcterms:created xsi:type="dcterms:W3CDTF">2022-01-06T10:52:00Z</dcterms:created>
  <dcterms:modified xsi:type="dcterms:W3CDTF">2022-05-20T12:31:00Z</dcterms:modified>
</cp:coreProperties>
</file>